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9C3B3" w14:textId="6AF6B0B2" w:rsidR="00456FA6" w:rsidRPr="008612A2" w:rsidRDefault="00AC623D" w:rsidP="00032D65">
      <w:pPr>
        <w:pStyle w:val="Bezodstpw"/>
        <w:spacing w:after="240"/>
        <w:rPr>
          <w:rFonts w:ascii="Times New Roman" w:hAnsi="Times New Roman" w:cs="Times New Roman"/>
          <w:b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6A320B" w:rsidRPr="006A320B">
        <w:rPr>
          <w:rFonts w:ascii="Times New Roman" w:hAnsi="Times New Roman" w:cs="Times New Roman"/>
          <w:b/>
          <w:sz w:val="24"/>
          <w:szCs w:val="24"/>
        </w:rPr>
        <w:t>D</w:t>
      </w:r>
      <w:r w:rsidRPr="00831C80">
        <w:rPr>
          <w:rFonts w:ascii="Times New Roman" w:hAnsi="Times New Roman" w:cs="Times New Roman"/>
          <w:b/>
          <w:sz w:val="24"/>
          <w:szCs w:val="24"/>
        </w:rPr>
        <w:t>ZP.271</w:t>
      </w:r>
      <w:r w:rsidR="003401E0">
        <w:rPr>
          <w:rFonts w:ascii="Times New Roman" w:hAnsi="Times New Roman" w:cs="Times New Roman"/>
          <w:b/>
          <w:sz w:val="24"/>
          <w:szCs w:val="24"/>
        </w:rPr>
        <w:t>.10</w:t>
      </w:r>
      <w:r w:rsidR="00DA61CF">
        <w:rPr>
          <w:rFonts w:ascii="Times New Roman" w:hAnsi="Times New Roman" w:cs="Times New Roman"/>
          <w:b/>
          <w:sz w:val="24"/>
          <w:szCs w:val="24"/>
        </w:rPr>
        <w:t>.</w:t>
      </w:r>
      <w:r w:rsidR="00EE3816">
        <w:rPr>
          <w:rFonts w:ascii="Times New Roman" w:hAnsi="Times New Roman" w:cs="Times New Roman"/>
          <w:b/>
          <w:sz w:val="24"/>
          <w:szCs w:val="24"/>
        </w:rPr>
        <w:t>2025</w:t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685F0A" w:rsidRPr="00831C80">
        <w:rPr>
          <w:rFonts w:ascii="Times New Roman" w:hAnsi="Times New Roman" w:cs="Times New Roman"/>
          <w:sz w:val="24"/>
          <w:szCs w:val="24"/>
        </w:rPr>
        <w:tab/>
      </w:r>
      <w:r w:rsidR="003401E0">
        <w:rPr>
          <w:rFonts w:ascii="Times New Roman" w:hAnsi="Times New Roman" w:cs="Times New Roman"/>
          <w:sz w:val="24"/>
          <w:szCs w:val="24"/>
        </w:rPr>
        <w:t xml:space="preserve"> </w:t>
      </w:r>
      <w:r w:rsidRPr="008612A2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32D65" w:rsidRPr="008612A2">
        <w:rPr>
          <w:rFonts w:ascii="Times New Roman" w:hAnsi="Times New Roman" w:cs="Times New Roman"/>
          <w:b/>
          <w:sz w:val="24"/>
          <w:szCs w:val="24"/>
        </w:rPr>
        <w:t>3</w:t>
      </w:r>
      <w:r w:rsidR="00776F2F" w:rsidRPr="008612A2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2556DB1" w14:textId="77777777" w:rsidR="00BC2215" w:rsidRDefault="00B442D4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118F0" w:rsidRPr="00831C80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831C80">
        <w:rPr>
          <w:rFonts w:ascii="Times New Roman" w:hAnsi="Times New Roman" w:cs="Times New Roman"/>
          <w:sz w:val="24"/>
          <w:szCs w:val="24"/>
        </w:rPr>
        <w:t>:</w:t>
      </w:r>
    </w:p>
    <w:p w14:paraId="725DD399" w14:textId="77777777" w:rsidR="00776F2F" w:rsidRPr="00B442D4" w:rsidRDefault="00776F2F" w:rsidP="00776F2F">
      <w:pPr>
        <w:pStyle w:val="Bezodstpw"/>
        <w:ind w:left="6372" w:firstLine="708"/>
        <w:rPr>
          <w:rFonts w:ascii="Times New Roman" w:hAnsi="Times New Roman" w:cs="Times New Roman"/>
          <w:b/>
        </w:rPr>
      </w:pPr>
      <w:r w:rsidRPr="00B442D4">
        <w:rPr>
          <w:rFonts w:ascii="Times New Roman" w:hAnsi="Times New Roman" w:cs="Times New Roman"/>
          <w:b/>
        </w:rPr>
        <w:t>Zarząd Dróg i Ziel</w:t>
      </w:r>
      <w:r w:rsidR="00872E8C">
        <w:rPr>
          <w:rFonts w:ascii="Times New Roman" w:hAnsi="Times New Roman" w:cs="Times New Roman"/>
          <w:b/>
        </w:rPr>
        <w:t>e</w:t>
      </w:r>
      <w:r w:rsidRPr="00B442D4">
        <w:rPr>
          <w:rFonts w:ascii="Times New Roman" w:hAnsi="Times New Roman" w:cs="Times New Roman"/>
          <w:b/>
        </w:rPr>
        <w:t xml:space="preserve">ni </w:t>
      </w:r>
    </w:p>
    <w:p w14:paraId="148B8C8C" w14:textId="77777777" w:rsidR="00776F2F" w:rsidRPr="00B442D4" w:rsidRDefault="00B442D4" w:rsidP="00776F2F">
      <w:pPr>
        <w:pStyle w:val="Bezodstpw"/>
        <w:ind w:left="6372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proofErr w:type="gramStart"/>
      <w:r w:rsidR="00776F2F" w:rsidRPr="00B442D4">
        <w:rPr>
          <w:rFonts w:ascii="Times New Roman" w:hAnsi="Times New Roman" w:cs="Times New Roman"/>
          <w:b/>
        </w:rPr>
        <w:t>w</w:t>
      </w:r>
      <w:proofErr w:type="gramEnd"/>
      <w:r w:rsidR="00776F2F" w:rsidRPr="00B442D4">
        <w:rPr>
          <w:rFonts w:ascii="Times New Roman" w:hAnsi="Times New Roman" w:cs="Times New Roman"/>
          <w:b/>
        </w:rPr>
        <w:t xml:space="preserve"> Suwałkach</w:t>
      </w:r>
    </w:p>
    <w:p w14:paraId="489B82FE" w14:textId="77777777" w:rsidR="00776F2F" w:rsidRPr="00B442D4" w:rsidRDefault="00776F2F" w:rsidP="00831C80">
      <w:pPr>
        <w:pStyle w:val="Bezodstpw"/>
        <w:ind w:left="7088"/>
        <w:rPr>
          <w:rFonts w:ascii="Times New Roman" w:hAnsi="Times New Roman" w:cs="Times New Roman"/>
          <w:b/>
        </w:rPr>
      </w:pPr>
      <w:proofErr w:type="gramStart"/>
      <w:r w:rsidRPr="00B442D4">
        <w:rPr>
          <w:rFonts w:ascii="Times New Roman" w:hAnsi="Times New Roman" w:cs="Times New Roman"/>
          <w:b/>
        </w:rPr>
        <w:t>ul</w:t>
      </w:r>
      <w:proofErr w:type="gramEnd"/>
      <w:r w:rsidRPr="00B442D4">
        <w:rPr>
          <w:rFonts w:ascii="Times New Roman" w:hAnsi="Times New Roman" w:cs="Times New Roman"/>
          <w:b/>
        </w:rPr>
        <w:t>. Sejneńska 84</w:t>
      </w:r>
    </w:p>
    <w:p w14:paraId="10FD2397" w14:textId="77777777" w:rsidR="00776F2F" w:rsidRPr="00B442D4" w:rsidRDefault="00776F2F" w:rsidP="00831C80">
      <w:pPr>
        <w:pStyle w:val="Bezodstpw"/>
        <w:ind w:left="7088"/>
        <w:rPr>
          <w:rFonts w:ascii="Times New Roman" w:hAnsi="Times New Roman" w:cs="Times New Roman"/>
          <w:b/>
        </w:rPr>
      </w:pPr>
      <w:r w:rsidRPr="00B442D4">
        <w:rPr>
          <w:rFonts w:ascii="Times New Roman" w:hAnsi="Times New Roman" w:cs="Times New Roman"/>
          <w:b/>
        </w:rPr>
        <w:t>16-400 Suwałki</w:t>
      </w:r>
    </w:p>
    <w:p w14:paraId="5A4B1F1C" w14:textId="77777777" w:rsidR="003A433F" w:rsidRPr="003F2BD7" w:rsidRDefault="003F2BD7" w:rsidP="003A433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2BD7">
        <w:rPr>
          <w:rFonts w:ascii="Times New Roman" w:eastAsia="Times New Roman" w:hAnsi="Times New Roman" w:cs="Times New Roman"/>
          <w:sz w:val="24"/>
          <w:szCs w:val="24"/>
        </w:rPr>
        <w:t>Wykonawca</w:t>
      </w:r>
      <w:r w:rsidR="003A433F" w:rsidRPr="003F2BD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EF56B69" w14:textId="77777777" w:rsidR="003A433F" w:rsidRPr="003A433F" w:rsidRDefault="003A433F" w:rsidP="003A433F">
      <w:pPr>
        <w:spacing w:before="120"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</w:p>
    <w:p w14:paraId="782666BE" w14:textId="77777777" w:rsidR="003A433F" w:rsidRPr="003A433F" w:rsidRDefault="003A433F" w:rsidP="003A433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</w:p>
    <w:p w14:paraId="744091CA" w14:textId="77777777" w:rsidR="003A433F" w:rsidRPr="003A433F" w:rsidRDefault="003A433F" w:rsidP="003A433F">
      <w:pPr>
        <w:ind w:right="5953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CEiDG</w:t>
      </w:r>
      <w:proofErr w:type="spellEnd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)</w:t>
      </w:r>
    </w:p>
    <w:p w14:paraId="6C25DB81" w14:textId="77777777" w:rsidR="003A433F" w:rsidRPr="003A433F" w:rsidRDefault="003A433F" w:rsidP="003A433F">
      <w:pPr>
        <w:spacing w:before="240"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proofErr w:type="gramStart"/>
      <w:r w:rsidRPr="003A433F">
        <w:rPr>
          <w:rFonts w:ascii="Times New Roman" w:eastAsia="Times New Roman" w:hAnsi="Times New Roman" w:cs="Times New Roman"/>
          <w:sz w:val="20"/>
          <w:szCs w:val="20"/>
          <w:u w:val="single"/>
        </w:rPr>
        <w:t>reprezentowany</w:t>
      </w:r>
      <w:proofErr w:type="gramEnd"/>
      <w:r w:rsidRPr="003A433F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przez:</w:t>
      </w:r>
    </w:p>
    <w:p w14:paraId="0362DE13" w14:textId="77777777" w:rsidR="003A433F" w:rsidRPr="003A433F" w:rsidRDefault="003A433F" w:rsidP="003A433F">
      <w:pPr>
        <w:spacing w:before="120"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</w:p>
    <w:p w14:paraId="02EE3C46" w14:textId="77777777" w:rsidR="003A433F" w:rsidRPr="003A433F" w:rsidRDefault="003A433F" w:rsidP="003A433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</w:p>
    <w:p w14:paraId="088AF3D8" w14:textId="77777777" w:rsidR="003A433F" w:rsidRPr="003A433F" w:rsidRDefault="003A433F" w:rsidP="003A433F">
      <w:pPr>
        <w:spacing w:after="0"/>
        <w:ind w:right="5953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(imię, nazwisko, stanowisko/podstawa</w:t>
      </w: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br/>
        <w:t>do reprezentacji)</w:t>
      </w:r>
    </w:p>
    <w:p w14:paraId="55B9519A" w14:textId="77777777" w:rsidR="003A433F" w:rsidRPr="003A433F" w:rsidRDefault="003A433F" w:rsidP="003A433F">
      <w:pPr>
        <w:spacing w:before="240" w:after="120" w:line="36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3A433F">
        <w:rPr>
          <w:rFonts w:ascii="Times New Roman" w:eastAsia="Times New Roman" w:hAnsi="Times New Roman" w:cs="Times New Roman"/>
          <w:b/>
          <w:u w:val="single"/>
        </w:rPr>
        <w:t>Oświadczenia wykonawcy/wykonawcy wspólnie ubiegającego się o udzielenie zamówienia</w:t>
      </w:r>
    </w:p>
    <w:p w14:paraId="417C7141" w14:textId="77777777" w:rsidR="003A433F" w:rsidRPr="003A433F" w:rsidRDefault="003A433F" w:rsidP="003A433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u w:val="single"/>
        </w:rPr>
      </w:pPr>
      <w:r w:rsidRPr="003A433F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3A433F">
        <w:rPr>
          <w:rFonts w:ascii="Times New Roman" w:eastAsia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E119FE1" w14:textId="77777777" w:rsidR="003A433F" w:rsidRPr="003A433F" w:rsidRDefault="003A433F" w:rsidP="003A43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proofErr w:type="gramStart"/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składane</w:t>
      </w:r>
      <w:proofErr w:type="gramEnd"/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 xml:space="preserve"> na podstawie art. 125 ust. 1 ustawy Pzp </w:t>
      </w:r>
    </w:p>
    <w:p w14:paraId="652F6FB3" w14:textId="3C5B22B1" w:rsidR="003A433F" w:rsidRPr="003401E0" w:rsidRDefault="00726B97" w:rsidP="00726B97">
      <w:pPr>
        <w:tabs>
          <w:tab w:val="left" w:pos="284"/>
        </w:tabs>
        <w:jc w:val="both"/>
        <w:rPr>
          <w:rFonts w:ascii="Times New Roman" w:hAnsi="Times New Roman" w:cs="Times New Roman"/>
          <w:b/>
          <w:color w:val="0D0D0D"/>
        </w:rPr>
      </w:pPr>
      <w:r>
        <w:rPr>
          <w:rFonts w:ascii="Times New Roman" w:eastAsia="Times New Roman" w:hAnsi="Times New Roman" w:cs="Times New Roman"/>
        </w:rPr>
        <w:tab/>
      </w:r>
      <w:r w:rsidR="003A433F" w:rsidRPr="003401E0">
        <w:rPr>
          <w:rFonts w:ascii="Times New Roman" w:eastAsia="Times New Roman" w:hAnsi="Times New Roman" w:cs="Times New Roman"/>
        </w:rPr>
        <w:t>Na potrzeby postę</w:t>
      </w:r>
      <w:bookmarkStart w:id="0" w:name="_GoBack"/>
      <w:bookmarkEnd w:id="0"/>
      <w:r w:rsidR="003A433F" w:rsidRPr="003401E0">
        <w:rPr>
          <w:rFonts w:ascii="Times New Roman" w:eastAsia="Times New Roman" w:hAnsi="Times New Roman" w:cs="Times New Roman"/>
        </w:rPr>
        <w:t>powania o udzielenie zamówie</w:t>
      </w:r>
      <w:r w:rsidR="00872E8C" w:rsidRPr="003401E0">
        <w:rPr>
          <w:rFonts w:ascii="Times New Roman" w:eastAsia="Times New Roman" w:hAnsi="Times New Roman" w:cs="Times New Roman"/>
        </w:rPr>
        <w:t>nia publicznego pn.</w:t>
      </w:r>
      <w:r w:rsidR="0027687F" w:rsidRPr="003401E0">
        <w:rPr>
          <w:rFonts w:ascii="Times New Roman" w:hAnsi="Times New Roman" w:cs="Times New Roman"/>
          <w:b/>
          <w:color w:val="0D0D0D"/>
        </w:rPr>
        <w:t xml:space="preserve"> </w:t>
      </w:r>
      <w:r w:rsidR="003401E0" w:rsidRPr="003401E0">
        <w:rPr>
          <w:rFonts w:ascii="Times New Roman" w:hAnsi="Times New Roman" w:cs="Times New Roman"/>
          <w:b/>
          <w:i/>
        </w:rPr>
        <w:t xml:space="preserve">„Wykonanie nawierzchni z masy mineralno-bitumicznej na placu </w:t>
      </w:r>
      <w:proofErr w:type="spellStart"/>
      <w:r w:rsidR="003401E0" w:rsidRPr="003401E0">
        <w:rPr>
          <w:rFonts w:ascii="Times New Roman" w:hAnsi="Times New Roman" w:cs="Times New Roman"/>
          <w:b/>
          <w:i/>
        </w:rPr>
        <w:t>ZDiZ</w:t>
      </w:r>
      <w:proofErr w:type="spellEnd"/>
      <w:r w:rsidR="003401E0" w:rsidRPr="003401E0">
        <w:rPr>
          <w:rFonts w:ascii="Times New Roman" w:hAnsi="Times New Roman" w:cs="Times New Roman"/>
          <w:b/>
          <w:i/>
        </w:rPr>
        <w:t xml:space="preserve"> w Suwałkach przy ul. Sejneńskiej 84”</w:t>
      </w:r>
      <w:r w:rsidR="003401E0">
        <w:rPr>
          <w:rFonts w:ascii="Times New Roman" w:hAnsi="Times New Roman" w:cs="Times New Roman"/>
          <w:b/>
          <w:color w:val="0D0D0D"/>
        </w:rPr>
        <w:t xml:space="preserve"> </w:t>
      </w:r>
      <w:r w:rsidR="0027687F" w:rsidRPr="003401E0">
        <w:rPr>
          <w:rFonts w:ascii="Times New Roman" w:eastAsia="Times New Roman" w:hAnsi="Times New Roman" w:cs="Times New Roman"/>
        </w:rPr>
        <w:t>(nazwa</w:t>
      </w:r>
      <w:r w:rsidR="008F5EC2" w:rsidRPr="003401E0">
        <w:rPr>
          <w:rFonts w:ascii="Times New Roman" w:eastAsia="Times New Roman" w:hAnsi="Times New Roman" w:cs="Times New Roman"/>
          <w:i/>
        </w:rPr>
        <w:t xml:space="preserve"> </w:t>
      </w:r>
      <w:r w:rsidR="003A433F" w:rsidRPr="003401E0">
        <w:rPr>
          <w:rFonts w:ascii="Times New Roman" w:eastAsia="Times New Roman" w:hAnsi="Times New Roman" w:cs="Times New Roman"/>
          <w:i/>
        </w:rPr>
        <w:t>postępowania)</w:t>
      </w:r>
      <w:r w:rsidR="003A433F" w:rsidRPr="003401E0">
        <w:rPr>
          <w:rFonts w:ascii="Times New Roman" w:eastAsia="Times New Roman" w:hAnsi="Times New Roman" w:cs="Times New Roman"/>
        </w:rPr>
        <w:t>,</w:t>
      </w:r>
      <w:r w:rsidR="003A433F" w:rsidRPr="003401E0">
        <w:rPr>
          <w:rFonts w:ascii="Times New Roman" w:eastAsia="Times New Roman" w:hAnsi="Times New Roman" w:cs="Times New Roman"/>
          <w:i/>
        </w:rPr>
        <w:t xml:space="preserve"> </w:t>
      </w:r>
      <w:r w:rsidR="00872E8C" w:rsidRPr="003401E0">
        <w:rPr>
          <w:rFonts w:ascii="Times New Roman" w:eastAsia="Times New Roman" w:hAnsi="Times New Roman" w:cs="Times New Roman"/>
        </w:rPr>
        <w:t xml:space="preserve">prowadzonego przez Zarząd Dróg i Zieleni w </w:t>
      </w:r>
      <w:r w:rsidR="004F5ABC" w:rsidRPr="003401E0">
        <w:rPr>
          <w:rFonts w:ascii="Times New Roman" w:eastAsia="Times New Roman" w:hAnsi="Times New Roman" w:cs="Times New Roman"/>
        </w:rPr>
        <w:t>Suwałkach (oznaczenie</w:t>
      </w:r>
      <w:r w:rsidR="008F5EC2" w:rsidRPr="003401E0">
        <w:rPr>
          <w:rFonts w:ascii="Times New Roman" w:eastAsia="Times New Roman" w:hAnsi="Times New Roman" w:cs="Times New Roman"/>
          <w:i/>
        </w:rPr>
        <w:t xml:space="preserve"> zamawiającego), </w:t>
      </w:r>
      <w:r w:rsidR="003A433F" w:rsidRPr="003401E0">
        <w:rPr>
          <w:rFonts w:ascii="Times New Roman" w:eastAsia="Times New Roman" w:hAnsi="Times New Roman" w:cs="Times New Roman"/>
        </w:rPr>
        <w:t>oświadczam, co następuje:</w:t>
      </w:r>
    </w:p>
    <w:p w14:paraId="67DD149F" w14:textId="77777777" w:rsidR="003A433F" w:rsidRPr="003A433F" w:rsidRDefault="003A433F" w:rsidP="003A433F">
      <w:pPr>
        <w:shd w:val="clear" w:color="auto" w:fill="BFBFBF" w:themeFill="background1" w:themeFillShade="BF"/>
        <w:spacing w:before="240" w:after="0" w:line="360" w:lineRule="auto"/>
        <w:rPr>
          <w:rFonts w:ascii="Times New Roman" w:eastAsia="Times New Roman" w:hAnsi="Times New Roman" w:cs="Times New Roman"/>
          <w:b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OŚWIADCZENIA DOTYCZĄCE PODSTAW WYKLUCZENIA:</w:t>
      </w:r>
    </w:p>
    <w:p w14:paraId="276CF580" w14:textId="77777777" w:rsidR="003A433F" w:rsidRPr="003A433F" w:rsidRDefault="003A433F" w:rsidP="0027687F">
      <w:pPr>
        <w:numPr>
          <w:ilvl w:val="0"/>
          <w:numId w:val="7"/>
        </w:numPr>
        <w:spacing w:before="240" w:after="0" w:line="276" w:lineRule="auto"/>
        <w:ind w:left="350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Oświadczam, że nie podlegam wykluczen</w:t>
      </w:r>
      <w:r w:rsidR="00872E8C">
        <w:rPr>
          <w:rFonts w:ascii="Times New Roman" w:eastAsia="Times New Roman" w:hAnsi="Times New Roman" w:cs="Times New Roman"/>
          <w:sz w:val="21"/>
          <w:szCs w:val="21"/>
        </w:rPr>
        <w:t xml:space="preserve">iu z postępowania na podstawie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art. 108 ust. 1 ustawy Pzp.</w:t>
      </w:r>
    </w:p>
    <w:p w14:paraId="1A12EBE5" w14:textId="77777777" w:rsidR="003A433F" w:rsidRPr="003F2BD7" w:rsidRDefault="003A433F" w:rsidP="0027687F">
      <w:pPr>
        <w:numPr>
          <w:ilvl w:val="0"/>
          <w:numId w:val="7"/>
        </w:numPr>
        <w:spacing w:after="0" w:line="276" w:lineRule="auto"/>
        <w:ind w:left="350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F2BD7">
        <w:rPr>
          <w:rFonts w:ascii="Times New Roman" w:eastAsia="Times New Roman" w:hAnsi="Times New Roman" w:cs="Times New Roman"/>
          <w:sz w:val="21"/>
          <w:szCs w:val="21"/>
        </w:rPr>
        <w:t>Oświadczam, że nie podlegam wykluczen</w:t>
      </w:r>
      <w:r w:rsidR="00872E8C">
        <w:rPr>
          <w:rFonts w:ascii="Times New Roman" w:eastAsia="Times New Roman" w:hAnsi="Times New Roman" w:cs="Times New Roman"/>
          <w:sz w:val="21"/>
          <w:szCs w:val="21"/>
        </w:rPr>
        <w:t xml:space="preserve">iu z postępowania na podstawie </w:t>
      </w:r>
      <w:r w:rsidRPr="003F2BD7">
        <w:rPr>
          <w:rFonts w:ascii="Times New Roman" w:eastAsia="Times New Roman" w:hAnsi="Times New Roman" w:cs="Times New Roman"/>
          <w:sz w:val="21"/>
          <w:szCs w:val="21"/>
        </w:rPr>
        <w:t>art. 109 ust. 1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 xml:space="preserve"> pkt 4 </w:t>
      </w:r>
      <w:r w:rsidRPr="003F2BD7">
        <w:rPr>
          <w:rFonts w:ascii="Times New Roman" w:eastAsia="Times New Roman" w:hAnsi="Times New Roman" w:cs="Times New Roman"/>
          <w:sz w:val="21"/>
          <w:szCs w:val="21"/>
        </w:rPr>
        <w:t>ustawy Pzp</w:t>
      </w:r>
      <w:r w:rsidRPr="003F2BD7">
        <w:rPr>
          <w:rFonts w:ascii="Times New Roman" w:eastAsia="Times New Roman" w:hAnsi="Times New Roman" w:cs="Times New Roman"/>
          <w:sz w:val="16"/>
          <w:szCs w:val="16"/>
        </w:rPr>
        <w:t>.</w:t>
      </w:r>
    </w:p>
    <w:p w14:paraId="62F0731A" w14:textId="5E933D9D" w:rsidR="003A433F" w:rsidRPr="003A433F" w:rsidRDefault="003A433F" w:rsidP="0027687F">
      <w:pPr>
        <w:numPr>
          <w:ilvl w:val="0"/>
          <w:numId w:val="7"/>
        </w:numPr>
        <w:spacing w:after="0" w:line="276" w:lineRule="auto"/>
        <w:ind w:left="350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Oświadczam, że zachodzą w stosunku do mnie podstawy wykluczenia z postępowania na podstawie </w:t>
      </w:r>
      <w:r w:rsidR="004F5ABC" w:rsidRPr="003A433F">
        <w:rPr>
          <w:rFonts w:ascii="Times New Roman" w:eastAsia="Times New Roman" w:hAnsi="Times New Roman" w:cs="Times New Roman"/>
          <w:sz w:val="21"/>
          <w:szCs w:val="21"/>
        </w:rPr>
        <w:t xml:space="preserve">art..........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ustawy Pzp</w:t>
      </w:r>
      <w:r w:rsidRPr="003A433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3A433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Jednocześnie oświadczam, że w związku z ww. okolicznością, na podstawie art. 110 ust. 2 ustawy Pzp podjąłem następujące środki naprawcze i </w:t>
      </w:r>
      <w:proofErr w:type="gramStart"/>
      <w:r w:rsidRPr="003A433F">
        <w:rPr>
          <w:rFonts w:ascii="Times New Roman" w:eastAsia="Times New Roman" w:hAnsi="Times New Roman" w:cs="Times New Roman"/>
          <w:sz w:val="21"/>
          <w:szCs w:val="21"/>
        </w:rPr>
        <w:t>zapobiegawcze: ................................................</w:t>
      </w:r>
      <w:proofErr w:type="gramEnd"/>
      <w:r w:rsidRPr="003A433F">
        <w:rPr>
          <w:rFonts w:ascii="Times New Roman" w:eastAsia="Times New Roman" w:hAnsi="Times New Roman" w:cs="Times New Roman"/>
          <w:sz w:val="21"/>
          <w:szCs w:val="21"/>
        </w:rPr>
        <w:t>......</w:t>
      </w:r>
    </w:p>
    <w:p w14:paraId="3D7C8E27" w14:textId="77777777" w:rsidR="003A433F" w:rsidRPr="003A433F" w:rsidRDefault="003A433F" w:rsidP="0027687F">
      <w:pPr>
        <w:spacing w:after="0" w:line="276" w:lineRule="auto"/>
        <w:ind w:left="350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</w:t>
      </w:r>
    </w:p>
    <w:p w14:paraId="6E66429C" w14:textId="5C9F1AA7" w:rsidR="003A433F" w:rsidRPr="003A433F" w:rsidRDefault="003A433F" w:rsidP="0027687F">
      <w:pPr>
        <w:numPr>
          <w:ilvl w:val="0"/>
          <w:numId w:val="7"/>
        </w:numPr>
        <w:spacing w:after="0" w:line="276" w:lineRule="auto"/>
        <w:ind w:left="392" w:hanging="392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</w:t>
      </w:r>
      <w:r w:rsidR="00CC67B8" w:rsidRPr="003A433F">
        <w:rPr>
          <w:rFonts w:ascii="Times New Roman" w:eastAsia="Times New Roman" w:hAnsi="Times New Roman" w:cs="Times New Roman"/>
          <w:sz w:val="21"/>
          <w:szCs w:val="21"/>
        </w:rPr>
        <w:t>art. 7 ust</w:t>
      </w:r>
      <w:r w:rsidRPr="003A433F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. 1 ustawy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z dnia 13 kwietnia 2022 r.</w:t>
      </w:r>
      <w:r w:rsidRPr="003A433F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3A433F">
        <w:rPr>
          <w:rFonts w:ascii="Times New Roman" w:eastAsia="Times New Roman" w:hAnsi="Times New Roman" w:cs="Times New Roman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3A433F">
        <w:rPr>
          <w:rFonts w:ascii="Times New Roman" w:eastAsia="Times New Roman" w:hAnsi="Times New Roman" w:cs="Times New Roman"/>
          <w:iCs/>
          <w:color w:val="222222"/>
          <w:sz w:val="21"/>
          <w:szCs w:val="21"/>
        </w:rPr>
        <w:t xml:space="preserve">(Dz. U. </w:t>
      </w:r>
      <w:proofErr w:type="gramStart"/>
      <w:r w:rsidRPr="003A433F">
        <w:rPr>
          <w:rFonts w:ascii="Times New Roman" w:eastAsia="Times New Roman" w:hAnsi="Times New Roman" w:cs="Times New Roman"/>
          <w:iCs/>
          <w:color w:val="222222"/>
          <w:sz w:val="21"/>
          <w:szCs w:val="21"/>
        </w:rPr>
        <w:t>poz</w:t>
      </w:r>
      <w:proofErr w:type="gramEnd"/>
      <w:r w:rsidRPr="003A433F">
        <w:rPr>
          <w:rFonts w:ascii="Times New Roman" w:eastAsia="Times New Roman" w:hAnsi="Times New Roman" w:cs="Times New Roman"/>
          <w:iCs/>
          <w:color w:val="222222"/>
          <w:sz w:val="21"/>
          <w:szCs w:val="21"/>
        </w:rPr>
        <w:t>. 835)</w:t>
      </w:r>
      <w:r w:rsidRPr="003A433F">
        <w:rPr>
          <w:rFonts w:ascii="Times New Roman" w:eastAsia="Times New Roman" w:hAnsi="Times New Roman" w:cs="Times New Roman"/>
          <w:i/>
          <w:iCs/>
          <w:color w:val="222222"/>
          <w:sz w:val="21"/>
          <w:szCs w:val="21"/>
          <w:vertAlign w:val="superscript"/>
        </w:rPr>
        <w:footnoteReference w:id="1"/>
      </w:r>
      <w:r w:rsidRPr="003A433F">
        <w:rPr>
          <w:rFonts w:ascii="Times New Roman" w:eastAsia="Times New Roman" w:hAnsi="Times New Roman" w:cs="Times New Roman"/>
          <w:i/>
          <w:iCs/>
          <w:color w:val="222222"/>
          <w:sz w:val="21"/>
          <w:szCs w:val="21"/>
        </w:rPr>
        <w:t>.</w:t>
      </w:r>
      <w:r w:rsidRPr="003A433F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</w:p>
    <w:p w14:paraId="64164FB5" w14:textId="77777777" w:rsidR="003A433F" w:rsidRPr="003A433F" w:rsidRDefault="003A433F" w:rsidP="003A433F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46FCC877" w14:textId="77777777" w:rsidR="003A433F" w:rsidRPr="003A433F" w:rsidRDefault="003A433F" w:rsidP="0027687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070C0"/>
          <w:sz w:val="20"/>
          <w:szCs w:val="20"/>
        </w:rPr>
      </w:pPr>
      <w:bookmarkStart w:id="1" w:name="_Hlk99016333"/>
      <w:r w:rsidRPr="003A433F">
        <w:rPr>
          <w:rFonts w:ascii="Times New Roman" w:eastAsia="Times New Roman" w:hAnsi="Times New Roman" w:cs="Times New Roman"/>
          <w:color w:val="0070C0"/>
          <w:sz w:val="16"/>
          <w:szCs w:val="16"/>
        </w:rPr>
        <w:t xml:space="preserve">[UWAGA: </w:t>
      </w:r>
      <w:r w:rsidRPr="003A433F">
        <w:rPr>
          <w:rFonts w:ascii="Times New Roman" w:eastAsia="Times New Roman" w:hAnsi="Times New Roman" w:cs="Times New Roman"/>
          <w:i/>
          <w:color w:val="0070C0"/>
          <w:sz w:val="16"/>
          <w:szCs w:val="16"/>
        </w:rPr>
        <w:t>stosuje tylko wykonawca/ wykonawca wspólnie ubiegający się o zamówienie</w:t>
      </w:r>
      <w:r w:rsidRPr="003A433F">
        <w:rPr>
          <w:rFonts w:ascii="Times New Roman" w:eastAsia="Times New Roman" w:hAnsi="Times New Roman" w:cs="Times New Roman"/>
          <w:color w:val="0070C0"/>
          <w:sz w:val="16"/>
          <w:szCs w:val="16"/>
        </w:rPr>
        <w:t>]</w:t>
      </w:r>
    </w:p>
    <w:p w14:paraId="6AA364C7" w14:textId="77777777" w:rsidR="003A433F" w:rsidRPr="003A433F" w:rsidRDefault="003A433F" w:rsidP="0027687F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Oświadczam, że spełniam warunki udziału w postępowaniu określone przez zamawia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>jącego w rozdziale 11 ust.1 Specyfikacji Warunków Zamówienia</w:t>
      </w:r>
      <w:r w:rsidR="00B442D4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3A433F">
        <w:rPr>
          <w:rFonts w:ascii="Times New Roman" w:eastAsia="Times New Roman" w:hAnsi="Times New Roman" w:cs="Times New Roman"/>
          <w:sz w:val="16"/>
          <w:szCs w:val="16"/>
        </w:rPr>
        <w:t>.</w:t>
      </w:r>
      <w:bookmarkEnd w:id="1"/>
    </w:p>
    <w:p w14:paraId="195E278C" w14:textId="2D540A7C" w:rsidR="003A433F" w:rsidRPr="003A433F" w:rsidRDefault="003A433F" w:rsidP="0027687F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color w:val="0070C0"/>
          <w:sz w:val="20"/>
          <w:szCs w:val="20"/>
        </w:rPr>
      </w:pPr>
      <w:r w:rsidRPr="003A433F">
        <w:rPr>
          <w:rFonts w:ascii="Times New Roman" w:eastAsia="Times New Roman" w:hAnsi="Times New Roman" w:cs="Times New Roman"/>
          <w:color w:val="0070C0"/>
          <w:sz w:val="16"/>
          <w:szCs w:val="16"/>
        </w:rPr>
        <w:t xml:space="preserve">[UWAGA: </w:t>
      </w:r>
      <w:r w:rsidRPr="003A433F">
        <w:rPr>
          <w:rFonts w:ascii="Times New Roman" w:eastAsia="Times New Roman" w:hAnsi="Times New Roman" w:cs="Times New Roman"/>
          <w:i/>
          <w:color w:val="0070C0"/>
          <w:sz w:val="16"/>
          <w:szCs w:val="16"/>
        </w:rPr>
        <w:t xml:space="preserve">stosuje tylko wykonawca/ wykonawca wspólnie ubiegający się o zamówienie, który polega na zdolnościach lub </w:t>
      </w:r>
      <w:r w:rsidR="00CC67B8" w:rsidRPr="003A433F">
        <w:rPr>
          <w:rFonts w:ascii="Times New Roman" w:eastAsia="Times New Roman" w:hAnsi="Times New Roman" w:cs="Times New Roman"/>
          <w:i/>
          <w:color w:val="0070C0"/>
          <w:sz w:val="16"/>
          <w:szCs w:val="16"/>
        </w:rPr>
        <w:t>sytuacji podmiotów</w:t>
      </w:r>
      <w:r w:rsidRPr="003A433F">
        <w:rPr>
          <w:rFonts w:ascii="Times New Roman" w:eastAsia="Times New Roman" w:hAnsi="Times New Roman" w:cs="Times New Roman"/>
          <w:i/>
          <w:color w:val="0070C0"/>
          <w:sz w:val="16"/>
          <w:szCs w:val="16"/>
        </w:rPr>
        <w:t xml:space="preserve"> udostepniających zasoby, a jednocześnie samodzielnie w pewnym zakresie wykazuje spełnianie warunków</w:t>
      </w:r>
      <w:r w:rsidRPr="003A433F">
        <w:rPr>
          <w:rFonts w:ascii="Times New Roman" w:eastAsia="Times New Roman" w:hAnsi="Times New Roman" w:cs="Times New Roman"/>
          <w:color w:val="0070C0"/>
          <w:sz w:val="16"/>
          <w:szCs w:val="16"/>
        </w:rPr>
        <w:t>]</w:t>
      </w:r>
    </w:p>
    <w:p w14:paraId="4C1FE5FF" w14:textId="77777777" w:rsidR="003A433F" w:rsidRPr="003A433F" w:rsidRDefault="003A433F" w:rsidP="0027687F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Oświadczam, że spełniam warunki udziału w postępowaniu określone przez zamawia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 xml:space="preserve">jącego w rozdziale 11 ust.1 Specyfikacji Warunków Zamówienia </w:t>
      </w: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="00B442D4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w następującym zakresie: </w:t>
      </w:r>
    </w:p>
    <w:p w14:paraId="7EC7540E" w14:textId="77777777" w:rsidR="003A433F" w:rsidRPr="003A433F" w:rsidRDefault="003A433F" w:rsidP="0027687F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14:paraId="3FF096EB" w14:textId="77777777" w:rsidR="003A433F" w:rsidRPr="003A433F" w:rsidRDefault="003A433F" w:rsidP="003A433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INFORMACJA W ZWIĄZKU Z POLEGANIEM NA ZDOLNOŚCIACH LUB SYTUACJI PODMIOTÓW UDOSTEPNIAJĄCYCH ZASOBY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</w:p>
    <w:p w14:paraId="0BDA9CB3" w14:textId="77777777" w:rsidR="003A433F" w:rsidRPr="003A433F" w:rsidRDefault="003A433F" w:rsidP="0027687F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Oświadczam, że w celu wykazania spełniania warunków udziału w postępowaniu, określonych przez zamaw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>iającego w rozdziale 11 ust.1 Specyfikacji Warunków Zamówienia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bookmarkStart w:id="2" w:name="_Hlk99005462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 xml:space="preserve">(wskazać </w:t>
      </w:r>
      <w:bookmarkEnd w:id="2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 polegam na zdolnościach lub sytuacji następującego/</w:t>
      </w:r>
      <w:proofErr w:type="spellStart"/>
      <w:r w:rsidRPr="003A433F">
        <w:rPr>
          <w:rFonts w:ascii="Times New Roman" w:eastAsia="Times New Roman" w:hAnsi="Times New Roman" w:cs="Times New Roman"/>
          <w:sz w:val="21"/>
          <w:szCs w:val="21"/>
        </w:rPr>
        <w:t>ych</w:t>
      </w:r>
      <w:proofErr w:type="spellEnd"/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 podmiotu/ów udostępniających zasoby: </w:t>
      </w:r>
      <w:bookmarkStart w:id="3" w:name="_Hlk99014455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nazwę/y podmiotu/</w:t>
      </w:r>
      <w:proofErr w:type="gramStart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ów)</w:t>
      </w:r>
      <w:bookmarkEnd w:id="3"/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</w:t>
      </w:r>
      <w:proofErr w:type="gramEnd"/>
      <w:r w:rsidRPr="003A433F">
        <w:rPr>
          <w:rFonts w:ascii="Times New Roman" w:eastAsia="Times New Roman" w:hAnsi="Times New Roman" w:cs="Times New Roman"/>
          <w:sz w:val="21"/>
          <w:szCs w:val="21"/>
        </w:rPr>
        <w:t>......</w:t>
      </w:r>
      <w:r w:rsidR="00B442D4">
        <w:rPr>
          <w:rFonts w:ascii="Times New Roman" w:eastAsia="Times New Roman" w:hAnsi="Times New Roman" w:cs="Times New Roman"/>
          <w:sz w:val="21"/>
          <w:szCs w:val="21"/>
        </w:rPr>
        <w:t>..........................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 w następującym </w:t>
      </w:r>
      <w:proofErr w:type="gramStart"/>
      <w:r w:rsidRPr="003A433F">
        <w:rPr>
          <w:rFonts w:ascii="Times New Roman" w:eastAsia="Times New Roman" w:hAnsi="Times New Roman" w:cs="Times New Roman"/>
          <w:sz w:val="21"/>
          <w:szCs w:val="21"/>
        </w:rPr>
        <w:t>zakresie: ..........................................</w:t>
      </w:r>
      <w:r w:rsidR="00B442D4">
        <w:rPr>
          <w:rFonts w:ascii="Times New Roman" w:eastAsia="Times New Roman" w:hAnsi="Times New Roman" w:cs="Times New Roman"/>
          <w:sz w:val="21"/>
          <w:szCs w:val="21"/>
        </w:rPr>
        <w:t>......</w:t>
      </w:r>
      <w:proofErr w:type="gramEnd"/>
      <w:r w:rsidR="00B442D4">
        <w:rPr>
          <w:rFonts w:ascii="Times New Roman" w:eastAsia="Times New Roman" w:hAnsi="Times New Roman" w:cs="Times New Roman"/>
          <w:sz w:val="21"/>
          <w:szCs w:val="21"/>
        </w:rPr>
        <w:t>........</w:t>
      </w:r>
    </w:p>
    <w:p w14:paraId="5CBA4502" w14:textId="77777777" w:rsidR="003A433F" w:rsidRPr="003A433F" w:rsidRDefault="003A433F" w:rsidP="0027687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 xml:space="preserve">(określić odpowiedni zakres udostępnianych zasobów dla wskazanego podmiotu). </w:t>
      </w:r>
    </w:p>
    <w:p w14:paraId="70F65097" w14:textId="77777777" w:rsidR="003A433F" w:rsidRPr="003A433F" w:rsidRDefault="003A433F" w:rsidP="003A433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bookmarkStart w:id="4" w:name="_Hlk99009560"/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OŚWIADCZENIE DOTYCZĄCE PODANYCH INFORMACJI:</w:t>
      </w:r>
    </w:p>
    <w:bookmarkEnd w:id="4"/>
    <w:p w14:paraId="347E9C27" w14:textId="366E7B9B" w:rsidR="003A433F" w:rsidRPr="003A433F" w:rsidRDefault="003A433F" w:rsidP="0027687F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br/>
        <w:t>i zgodne z prawdą</w:t>
      </w:r>
      <w:r w:rsidR="002C16F8"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 w:rsidR="003F2BD7">
        <w:rPr>
          <w:rFonts w:ascii="Times New Roman" w:eastAsia="Times New Roman" w:hAnsi="Times New Roman" w:cs="Times New Roman"/>
          <w:sz w:val="21"/>
          <w:szCs w:val="21"/>
        </w:rPr>
        <w:t xml:space="preserve">a także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 xml:space="preserve">zostały przedstawione z pełną świadomością konsekwencji wprowadzenia </w:t>
      </w:r>
      <w:r w:rsidR="00CC67B8">
        <w:rPr>
          <w:rFonts w:ascii="Times New Roman" w:eastAsia="Times New Roman" w:hAnsi="Times New Roman" w:cs="Times New Roman"/>
          <w:sz w:val="21"/>
          <w:szCs w:val="21"/>
        </w:rPr>
        <w:t>Z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amawiającego w błąd przy przedstawianiu informacji.</w:t>
      </w:r>
      <w:r w:rsidRPr="003A433F">
        <w:rPr>
          <w:rFonts w:ascii="Times New Roman" w:eastAsia="Times New Roman" w:hAnsi="Times New Roman" w:cs="Times New Roman"/>
        </w:rPr>
        <w:t xml:space="preserve"> </w:t>
      </w:r>
    </w:p>
    <w:p w14:paraId="78396233" w14:textId="77777777" w:rsidR="003A433F" w:rsidRPr="003A433F" w:rsidRDefault="003A433F" w:rsidP="003A433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793D28" w14:textId="77777777" w:rsidR="003A433F" w:rsidRPr="003A433F" w:rsidRDefault="003A433F" w:rsidP="0027687F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3A433F">
        <w:rPr>
          <w:rFonts w:ascii="Times New Roman" w:eastAsia="Times New Roman" w:hAnsi="Times New Roman" w:cs="Times New Roman"/>
        </w:rPr>
        <w:t xml:space="preserve"> </w:t>
      </w:r>
      <w:r w:rsidRPr="003A433F">
        <w:rPr>
          <w:rFonts w:ascii="Times New Roman" w:eastAsia="Times New Roman" w:hAnsi="Times New Roman" w:cs="Times New Roman"/>
          <w:sz w:val="21"/>
          <w:szCs w:val="21"/>
        </w:rPr>
        <w:t>dane umożliwiające dostęp do tych środków:</w:t>
      </w:r>
    </w:p>
    <w:p w14:paraId="622C0078" w14:textId="77777777" w:rsidR="003A433F" w:rsidRPr="003A433F" w:rsidRDefault="003A433F" w:rsidP="0027687F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 w:rsidRPr="003A433F">
        <w:rPr>
          <w:rFonts w:ascii="Times New Roman" w:eastAsia="Times New Roman" w:hAnsi="Times New Roman" w:cs="Times New Roman"/>
          <w:sz w:val="21"/>
          <w:szCs w:val="21"/>
        </w:rPr>
        <w:t>1) ...............................................</w:t>
      </w:r>
      <w:proofErr w:type="gramEnd"/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.......................................................................................................</w:t>
      </w:r>
    </w:p>
    <w:p w14:paraId="4D1AECBC" w14:textId="77777777" w:rsidR="003A433F" w:rsidRPr="003A433F" w:rsidRDefault="003A433F" w:rsidP="0027687F">
      <w:pPr>
        <w:spacing w:after="0" w:line="276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CF8CCC7" w14:textId="77777777" w:rsidR="003A433F" w:rsidRPr="003A433F" w:rsidRDefault="003A433F" w:rsidP="0027687F">
      <w:pPr>
        <w:spacing w:after="0" w:line="276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 w:rsidRPr="003A433F">
        <w:rPr>
          <w:rFonts w:ascii="Times New Roman" w:eastAsia="Times New Roman" w:hAnsi="Times New Roman" w:cs="Times New Roman"/>
          <w:sz w:val="21"/>
          <w:szCs w:val="21"/>
        </w:rPr>
        <w:t>2) ...............................................</w:t>
      </w:r>
      <w:proofErr w:type="gramEnd"/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........................................................................................................</w:t>
      </w:r>
    </w:p>
    <w:p w14:paraId="0FD4B807" w14:textId="77777777" w:rsidR="003A433F" w:rsidRPr="003A433F" w:rsidRDefault="003A433F" w:rsidP="0027687F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A433F">
        <w:rPr>
          <w:rFonts w:ascii="Times New Roman" w:eastAsia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A48DD3" w14:textId="77777777" w:rsidR="003A433F" w:rsidRPr="003A433F" w:rsidRDefault="003A433F" w:rsidP="0027687F">
      <w:pPr>
        <w:spacing w:before="240" w:after="0" w:line="276" w:lineRule="auto"/>
        <w:ind w:left="560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A433F">
        <w:rPr>
          <w:rFonts w:ascii="Times New Roman" w:eastAsia="Times New Roman" w:hAnsi="Times New Roman" w:cs="Times New Roman"/>
          <w:sz w:val="21"/>
          <w:szCs w:val="21"/>
        </w:rPr>
        <w:t>....................................................</w:t>
      </w:r>
    </w:p>
    <w:p w14:paraId="39E1DB14" w14:textId="77777777" w:rsidR="00B442D4" w:rsidRPr="00B442D4" w:rsidRDefault="00B442D4" w:rsidP="0027687F">
      <w:pPr>
        <w:suppressAutoHyphens/>
        <w:autoSpaceDN w:val="0"/>
        <w:spacing w:after="0" w:line="276" w:lineRule="auto"/>
        <w:ind w:left="4892"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 w:rsidRPr="00B442D4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/podpisano elektronicznie/*</w:t>
      </w:r>
    </w:p>
    <w:p w14:paraId="289E58D2" w14:textId="77777777" w:rsidR="00B442D4" w:rsidRPr="00B442D4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</w:p>
    <w:p w14:paraId="5DC23FDD" w14:textId="77777777" w:rsidR="00B442D4" w:rsidRPr="00B442D4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</w:p>
    <w:p w14:paraId="0018D762" w14:textId="77777777" w:rsidR="00B442D4" w:rsidRPr="00B442D4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</w:p>
    <w:p w14:paraId="540B72C3" w14:textId="77777777" w:rsidR="00B442D4" w:rsidRPr="00B442D4" w:rsidRDefault="00B442D4" w:rsidP="00B442D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color w:val="00000A"/>
          <w:kern w:val="3"/>
          <w:sz w:val="24"/>
          <w:szCs w:val="20"/>
          <w:lang w:eastAsia="zh-CN"/>
        </w:rPr>
      </w:pPr>
      <w:r w:rsidRPr="00B442D4">
        <w:rPr>
          <w:rFonts w:ascii="Times New Roman" w:eastAsia="Times New Roman" w:hAnsi="Times New Roman" w:cs="Times New Roman"/>
          <w:b/>
          <w:bCs/>
          <w:i/>
          <w:color w:val="00000A"/>
          <w:kern w:val="3"/>
          <w:sz w:val="24"/>
          <w:szCs w:val="20"/>
          <w:lang w:eastAsia="zh-CN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p w14:paraId="563E8A77" w14:textId="77777777" w:rsidR="00B442D4" w:rsidRPr="00B442D4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</w:p>
    <w:p w14:paraId="3852E6B9" w14:textId="77777777" w:rsidR="00FA3479" w:rsidRPr="003A433F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A3479" w:rsidRPr="003A433F" w:rsidSect="00831C80">
      <w:headerReference w:type="default" r:id="rId8"/>
      <w:footerReference w:type="default" r:id="rId9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3E42A1" w14:textId="77777777" w:rsidR="007C3DD8" w:rsidRDefault="007C3DD8" w:rsidP="0038231F">
      <w:pPr>
        <w:spacing w:after="0" w:line="240" w:lineRule="auto"/>
      </w:pPr>
      <w:r>
        <w:separator/>
      </w:r>
    </w:p>
  </w:endnote>
  <w:endnote w:type="continuationSeparator" w:id="0">
    <w:p w14:paraId="2EF218A9" w14:textId="77777777" w:rsidR="007C3DD8" w:rsidRDefault="007C3D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616315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72E7BC7" w14:textId="77777777" w:rsidR="00776F2F" w:rsidRDefault="00776F2F" w:rsidP="00776F2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01E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01E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4F23B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A2BD6" w14:textId="77777777" w:rsidR="007C3DD8" w:rsidRDefault="007C3DD8" w:rsidP="0038231F">
      <w:pPr>
        <w:spacing w:after="0" w:line="240" w:lineRule="auto"/>
      </w:pPr>
      <w:r>
        <w:separator/>
      </w:r>
    </w:p>
  </w:footnote>
  <w:footnote w:type="continuationSeparator" w:id="0">
    <w:p w14:paraId="061DEB8E" w14:textId="77777777" w:rsidR="007C3DD8" w:rsidRDefault="007C3DD8" w:rsidP="0038231F">
      <w:pPr>
        <w:spacing w:after="0" w:line="240" w:lineRule="auto"/>
      </w:pPr>
      <w:r>
        <w:continuationSeparator/>
      </w:r>
    </w:p>
  </w:footnote>
  <w:footnote w:id="1">
    <w:p w14:paraId="145ABD39" w14:textId="77777777" w:rsidR="003A433F" w:rsidRPr="00A82964" w:rsidRDefault="003A433F" w:rsidP="003A43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819E408" w14:textId="77777777" w:rsidR="003A433F" w:rsidRPr="00A82964" w:rsidRDefault="003A433F" w:rsidP="003A43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4E0D2E" w14:textId="77777777" w:rsidR="003A433F" w:rsidRPr="00A82964" w:rsidRDefault="003A433F" w:rsidP="003A43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5C645F" w14:textId="77777777" w:rsidR="003A433F" w:rsidRDefault="003A433F" w:rsidP="003A433F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8EFDC" w14:textId="77777777" w:rsidR="007269B4" w:rsidRDefault="007269B4">
    <w:pPr>
      <w:pStyle w:val="Nagwek"/>
    </w:pPr>
  </w:p>
  <w:p w14:paraId="54B69BFE" w14:textId="77777777" w:rsidR="007269B4" w:rsidRDefault="007269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89601EE"/>
    <w:lvl w:ilvl="0" w:tplc="40CE96A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46F08"/>
    <w:multiLevelType w:val="hybridMultilevel"/>
    <w:tmpl w:val="990CE720"/>
    <w:lvl w:ilvl="0" w:tplc="AEE05A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C4733E"/>
    <w:multiLevelType w:val="hybridMultilevel"/>
    <w:tmpl w:val="7A06BFDE"/>
    <w:lvl w:ilvl="0" w:tplc="2D50D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1"/>
  </w:num>
  <w:num w:numId="5">
    <w:abstractNumId w:val="8"/>
  </w:num>
  <w:num w:numId="6">
    <w:abstractNumId w:val="5"/>
  </w:num>
  <w:num w:numId="7">
    <w:abstractNumId w:val="1"/>
  </w:num>
  <w:num w:numId="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2D65"/>
    <w:rsid w:val="000410F4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B0748"/>
    <w:rsid w:val="000B1025"/>
    <w:rsid w:val="000B21A4"/>
    <w:rsid w:val="000B54D1"/>
    <w:rsid w:val="000C021E"/>
    <w:rsid w:val="000C18AF"/>
    <w:rsid w:val="000D6F17"/>
    <w:rsid w:val="000D73C4"/>
    <w:rsid w:val="000E33A7"/>
    <w:rsid w:val="000E4D37"/>
    <w:rsid w:val="000F4B9C"/>
    <w:rsid w:val="000F62CA"/>
    <w:rsid w:val="00106B59"/>
    <w:rsid w:val="00154B0B"/>
    <w:rsid w:val="00155DFF"/>
    <w:rsid w:val="001902D2"/>
    <w:rsid w:val="001C6945"/>
    <w:rsid w:val="001F027E"/>
    <w:rsid w:val="00203A40"/>
    <w:rsid w:val="002049C8"/>
    <w:rsid w:val="002168A8"/>
    <w:rsid w:val="00225889"/>
    <w:rsid w:val="0024647A"/>
    <w:rsid w:val="00252C09"/>
    <w:rsid w:val="00255142"/>
    <w:rsid w:val="00256CEC"/>
    <w:rsid w:val="0026063F"/>
    <w:rsid w:val="00262D61"/>
    <w:rsid w:val="00267A28"/>
    <w:rsid w:val="0027687F"/>
    <w:rsid w:val="00290B01"/>
    <w:rsid w:val="002C16F8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01E0"/>
    <w:rsid w:val="003446B2"/>
    <w:rsid w:val="00350CD9"/>
    <w:rsid w:val="00351F8A"/>
    <w:rsid w:val="00364235"/>
    <w:rsid w:val="0038231F"/>
    <w:rsid w:val="003838B7"/>
    <w:rsid w:val="003879B3"/>
    <w:rsid w:val="003A433F"/>
    <w:rsid w:val="003B2070"/>
    <w:rsid w:val="003B214C"/>
    <w:rsid w:val="003B7238"/>
    <w:rsid w:val="003C3B64"/>
    <w:rsid w:val="003C605D"/>
    <w:rsid w:val="003F024C"/>
    <w:rsid w:val="003F2BD7"/>
    <w:rsid w:val="004004C2"/>
    <w:rsid w:val="00407C91"/>
    <w:rsid w:val="004220AE"/>
    <w:rsid w:val="00431115"/>
    <w:rsid w:val="00434215"/>
    <w:rsid w:val="00434CC2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B5562"/>
    <w:rsid w:val="004C09B0"/>
    <w:rsid w:val="004C0B2B"/>
    <w:rsid w:val="004C4854"/>
    <w:rsid w:val="004D33BA"/>
    <w:rsid w:val="004D7E48"/>
    <w:rsid w:val="004E4E5A"/>
    <w:rsid w:val="004F23F7"/>
    <w:rsid w:val="004F3019"/>
    <w:rsid w:val="004F4016"/>
    <w:rsid w:val="004F40EF"/>
    <w:rsid w:val="004F5ABC"/>
    <w:rsid w:val="0050742C"/>
    <w:rsid w:val="00520174"/>
    <w:rsid w:val="005641F0"/>
    <w:rsid w:val="00585DD9"/>
    <w:rsid w:val="005B576D"/>
    <w:rsid w:val="005C2B72"/>
    <w:rsid w:val="005C39CA"/>
    <w:rsid w:val="005C55A0"/>
    <w:rsid w:val="005D3891"/>
    <w:rsid w:val="005E176A"/>
    <w:rsid w:val="00616B43"/>
    <w:rsid w:val="00634311"/>
    <w:rsid w:val="00676100"/>
    <w:rsid w:val="0068126C"/>
    <w:rsid w:val="00685F0A"/>
    <w:rsid w:val="006A320B"/>
    <w:rsid w:val="006A3A1F"/>
    <w:rsid w:val="006A52B6"/>
    <w:rsid w:val="006B073F"/>
    <w:rsid w:val="006E6F3C"/>
    <w:rsid w:val="006F0034"/>
    <w:rsid w:val="006F3D32"/>
    <w:rsid w:val="007118F0"/>
    <w:rsid w:val="0072560B"/>
    <w:rsid w:val="007269B4"/>
    <w:rsid w:val="00726B97"/>
    <w:rsid w:val="007340EE"/>
    <w:rsid w:val="00740867"/>
    <w:rsid w:val="00740A14"/>
    <w:rsid w:val="0074244C"/>
    <w:rsid w:val="00746532"/>
    <w:rsid w:val="00751725"/>
    <w:rsid w:val="0075207C"/>
    <w:rsid w:val="00756C8F"/>
    <w:rsid w:val="0076363B"/>
    <w:rsid w:val="007741A7"/>
    <w:rsid w:val="00776F2F"/>
    <w:rsid w:val="007840F2"/>
    <w:rsid w:val="00791B45"/>
    <w:rsid w:val="007936D6"/>
    <w:rsid w:val="007961C8"/>
    <w:rsid w:val="007B01C8"/>
    <w:rsid w:val="007C3DD8"/>
    <w:rsid w:val="007D39E1"/>
    <w:rsid w:val="007D5B61"/>
    <w:rsid w:val="007E2F69"/>
    <w:rsid w:val="007F0973"/>
    <w:rsid w:val="00804F07"/>
    <w:rsid w:val="00811D2C"/>
    <w:rsid w:val="00823CAB"/>
    <w:rsid w:val="008240BF"/>
    <w:rsid w:val="00825A09"/>
    <w:rsid w:val="00826159"/>
    <w:rsid w:val="00830AB1"/>
    <w:rsid w:val="00831C80"/>
    <w:rsid w:val="00833FCD"/>
    <w:rsid w:val="00842991"/>
    <w:rsid w:val="0084483C"/>
    <w:rsid w:val="0085332E"/>
    <w:rsid w:val="008612A2"/>
    <w:rsid w:val="00872E8C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8F5EC2"/>
    <w:rsid w:val="00901DD9"/>
    <w:rsid w:val="0091264E"/>
    <w:rsid w:val="0091578F"/>
    <w:rsid w:val="00921C47"/>
    <w:rsid w:val="009301A2"/>
    <w:rsid w:val="00930EAC"/>
    <w:rsid w:val="0094228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B7322"/>
    <w:rsid w:val="009C45C5"/>
    <w:rsid w:val="009C5D2D"/>
    <w:rsid w:val="009C7107"/>
    <w:rsid w:val="009C7756"/>
    <w:rsid w:val="009E030B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1266"/>
    <w:rsid w:val="00A43E28"/>
    <w:rsid w:val="00A51A71"/>
    <w:rsid w:val="00A57751"/>
    <w:rsid w:val="00AB70CF"/>
    <w:rsid w:val="00AC623D"/>
    <w:rsid w:val="00AC7A1C"/>
    <w:rsid w:val="00AD0C79"/>
    <w:rsid w:val="00AE6FF2"/>
    <w:rsid w:val="00AF6028"/>
    <w:rsid w:val="00B0088C"/>
    <w:rsid w:val="00B06438"/>
    <w:rsid w:val="00B1107A"/>
    <w:rsid w:val="00B15219"/>
    <w:rsid w:val="00B15FD3"/>
    <w:rsid w:val="00B21CF4"/>
    <w:rsid w:val="00B230EC"/>
    <w:rsid w:val="00B34079"/>
    <w:rsid w:val="00B442D4"/>
    <w:rsid w:val="00B542A4"/>
    <w:rsid w:val="00B65E79"/>
    <w:rsid w:val="00B8005E"/>
    <w:rsid w:val="00B90E42"/>
    <w:rsid w:val="00BB0C3C"/>
    <w:rsid w:val="00BB2728"/>
    <w:rsid w:val="00BB368F"/>
    <w:rsid w:val="00BC2215"/>
    <w:rsid w:val="00BE0772"/>
    <w:rsid w:val="00BE6678"/>
    <w:rsid w:val="00C014B5"/>
    <w:rsid w:val="00C063CD"/>
    <w:rsid w:val="00C0799A"/>
    <w:rsid w:val="00C26AB5"/>
    <w:rsid w:val="00C3260C"/>
    <w:rsid w:val="00C4103F"/>
    <w:rsid w:val="00C57DEB"/>
    <w:rsid w:val="00C72200"/>
    <w:rsid w:val="00C81012"/>
    <w:rsid w:val="00C842EF"/>
    <w:rsid w:val="00CB0784"/>
    <w:rsid w:val="00CB432F"/>
    <w:rsid w:val="00CC67B8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4079F"/>
    <w:rsid w:val="00D409DE"/>
    <w:rsid w:val="00D40F41"/>
    <w:rsid w:val="00D42C9B"/>
    <w:rsid w:val="00D531D5"/>
    <w:rsid w:val="00D576E8"/>
    <w:rsid w:val="00D71BAE"/>
    <w:rsid w:val="00D7532C"/>
    <w:rsid w:val="00D80558"/>
    <w:rsid w:val="00D94240"/>
    <w:rsid w:val="00DA61CF"/>
    <w:rsid w:val="00DA6EC7"/>
    <w:rsid w:val="00DA7057"/>
    <w:rsid w:val="00DA728D"/>
    <w:rsid w:val="00DB3BDD"/>
    <w:rsid w:val="00DD146A"/>
    <w:rsid w:val="00DD3E9D"/>
    <w:rsid w:val="00DD4893"/>
    <w:rsid w:val="00E022A1"/>
    <w:rsid w:val="00E11602"/>
    <w:rsid w:val="00E127B5"/>
    <w:rsid w:val="00E130D0"/>
    <w:rsid w:val="00E15CA9"/>
    <w:rsid w:val="00E21B42"/>
    <w:rsid w:val="00E309E9"/>
    <w:rsid w:val="00E31C06"/>
    <w:rsid w:val="00E40878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49AE"/>
    <w:rsid w:val="00E8761F"/>
    <w:rsid w:val="00EB7CDE"/>
    <w:rsid w:val="00EE1FBF"/>
    <w:rsid w:val="00EE3816"/>
    <w:rsid w:val="00EF74CA"/>
    <w:rsid w:val="00F00038"/>
    <w:rsid w:val="00F04280"/>
    <w:rsid w:val="00F15790"/>
    <w:rsid w:val="00F27E9B"/>
    <w:rsid w:val="00F365F2"/>
    <w:rsid w:val="00F43919"/>
    <w:rsid w:val="00F55C08"/>
    <w:rsid w:val="00F56B7B"/>
    <w:rsid w:val="00F606D8"/>
    <w:rsid w:val="00F70032"/>
    <w:rsid w:val="00F8704F"/>
    <w:rsid w:val="00F90F5E"/>
    <w:rsid w:val="00FA0959"/>
    <w:rsid w:val="00FA3479"/>
    <w:rsid w:val="00FB1765"/>
    <w:rsid w:val="00FC0317"/>
    <w:rsid w:val="00FD16B1"/>
    <w:rsid w:val="00FD1F96"/>
    <w:rsid w:val="00FD51D2"/>
    <w:rsid w:val="00FD7FD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88572"/>
  <w15:docId w15:val="{3DF60863-06FF-4F95-A471-FC099B65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old">
    <w:name w:val="bold"/>
    <w:rsid w:val="00616B43"/>
    <w:rPr>
      <w:b/>
    </w:rPr>
  </w:style>
  <w:style w:type="paragraph" w:customStyle="1" w:styleId="ZnakZnakZnakZnak1">
    <w:name w:val="Znak Znak Znak Znak1"/>
    <w:basedOn w:val="Normalny"/>
    <w:rsid w:val="00DA6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8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1F679-4AB7-4F75-8B4B-ABAC55966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D7C983F6</Template>
  <TotalTime>133</TotalTime>
  <Pages>2</Pages>
  <Words>779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Misiurek</dc:creator>
  <cp:lastModifiedBy>Konto Microsoft</cp:lastModifiedBy>
  <cp:revision>46</cp:revision>
  <cp:lastPrinted>2025-06-17T09:41:00Z</cp:lastPrinted>
  <dcterms:created xsi:type="dcterms:W3CDTF">2021-02-12T08:47:00Z</dcterms:created>
  <dcterms:modified xsi:type="dcterms:W3CDTF">2025-07-02T07:59:00Z</dcterms:modified>
</cp:coreProperties>
</file>